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18E5A" w14:textId="77777777"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14:paraId="78DEDFCB" w14:textId="77777777"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14:paraId="193C6B6E" w14:textId="77777777"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182AC8">
        <w:rPr>
          <w:b/>
          <w:sz w:val="20"/>
          <w:szCs w:val="20"/>
        </w:rPr>
        <w:t xml:space="preserve"> DO ALUNO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743A73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743A73">
        <w:rPr>
          <w:sz w:val="20"/>
          <w:szCs w:val="20"/>
        </w:rPr>
        <w:instrText xml:space="preserve"> FORMTEXT </w:instrText>
      </w:r>
      <w:r w:rsidR="00743A73">
        <w:rPr>
          <w:sz w:val="20"/>
          <w:szCs w:val="20"/>
        </w:rPr>
      </w:r>
      <w:r w:rsidR="00743A73">
        <w:rPr>
          <w:sz w:val="20"/>
          <w:szCs w:val="20"/>
        </w:rPr>
        <w:fldChar w:fldCharType="separate"/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1" w:name="Texto2"/>
      <w:r w:rsidR="00743A73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743A73">
        <w:rPr>
          <w:sz w:val="20"/>
          <w:szCs w:val="20"/>
        </w:rPr>
        <w:instrText xml:space="preserve"> FORMTEXT </w:instrText>
      </w:r>
      <w:r w:rsidR="00743A73">
        <w:rPr>
          <w:sz w:val="20"/>
          <w:szCs w:val="20"/>
        </w:rPr>
      </w:r>
      <w:r w:rsidR="00743A73">
        <w:rPr>
          <w:sz w:val="20"/>
          <w:szCs w:val="20"/>
        </w:rPr>
        <w:fldChar w:fldCharType="separate"/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fldChar w:fldCharType="end"/>
      </w:r>
      <w:bookmarkEnd w:id="1"/>
      <w:r w:rsidRPr="00707B01">
        <w:rPr>
          <w:b/>
          <w:sz w:val="20"/>
          <w:szCs w:val="20"/>
        </w:rPr>
        <w:t xml:space="preserve"> TURNO: </w:t>
      </w:r>
      <w:bookmarkStart w:id="2" w:name="Texto3"/>
      <w:r w:rsidR="00743A73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743A73">
        <w:rPr>
          <w:sz w:val="20"/>
          <w:szCs w:val="20"/>
        </w:rPr>
        <w:instrText xml:space="preserve"> FORMTEXT </w:instrText>
      </w:r>
      <w:r w:rsidR="00743A73">
        <w:rPr>
          <w:sz w:val="20"/>
          <w:szCs w:val="20"/>
        </w:rPr>
      </w:r>
      <w:r w:rsidR="00743A73">
        <w:rPr>
          <w:sz w:val="20"/>
          <w:szCs w:val="20"/>
        </w:rPr>
        <w:fldChar w:fldCharType="separate"/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t> </w:t>
      </w:r>
      <w:r w:rsidR="00743A73">
        <w:rPr>
          <w:sz w:val="20"/>
          <w:szCs w:val="20"/>
        </w:rPr>
        <w:fldChar w:fldCharType="end"/>
      </w:r>
      <w:bookmarkEnd w:id="2"/>
    </w:p>
    <w:p w14:paraId="3DF21807" w14:textId="77777777"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182AC8">
        <w:rPr>
          <w:b/>
        </w:rPr>
        <w:t>–</w:t>
      </w:r>
      <w:r w:rsidR="00945E30">
        <w:rPr>
          <w:b/>
        </w:rPr>
        <w:t xml:space="preserve"> </w:t>
      </w:r>
      <w:r w:rsidR="0071111E">
        <w:rPr>
          <w:b/>
        </w:rPr>
        <w:t>FIADOR</w:t>
      </w:r>
      <w:r w:rsidR="005127D1">
        <w:rPr>
          <w:b/>
        </w:rPr>
        <w:t xml:space="preserve"> (A)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E5763E" w14:paraId="546CD8F2" w14:textId="77777777" w:rsidTr="00E5763E">
        <w:tc>
          <w:tcPr>
            <w:tcW w:w="9211" w:type="dxa"/>
          </w:tcPr>
          <w:p w14:paraId="0B909FCF" w14:textId="77777777"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Nome: </w:t>
            </w:r>
            <w:bookmarkStart w:id="3" w:name="Texto52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3"/>
          </w:p>
          <w:p w14:paraId="464F84D1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Data de nascimento: </w:t>
            </w:r>
            <w:bookmarkStart w:id="4" w:name="Texto53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4"/>
            <w:r w:rsidRPr="00E5763E">
              <w:rPr>
                <w:sz w:val="18"/>
                <w:szCs w:val="18"/>
              </w:rPr>
              <w:t>/</w:t>
            </w:r>
            <w:bookmarkStart w:id="5" w:name="Texto54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5"/>
            <w:r w:rsidRPr="00E5763E">
              <w:rPr>
                <w:sz w:val="18"/>
                <w:szCs w:val="18"/>
              </w:rPr>
              <w:t>/</w:t>
            </w:r>
            <w:bookmarkStart w:id="6" w:name="Texto55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6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Sexo: </w:t>
            </w:r>
            <w:bookmarkStart w:id="7" w:name="Texto56"/>
            <w:r w:rsidRPr="00E5763E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7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8" w:name="Texto57"/>
            <w:r w:rsidRPr="00E5763E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8"/>
          </w:p>
          <w:p w14:paraId="73A71DBD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Nacionalidade: </w:t>
            </w:r>
            <w:bookmarkStart w:id="9" w:name="Texto58"/>
            <w:r w:rsidRPr="00E5763E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9"/>
          </w:p>
          <w:p w14:paraId="6D2CD75D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Naturalidade: </w:t>
            </w:r>
            <w:bookmarkStart w:id="10" w:name="Texto59"/>
            <w:r w:rsidRPr="00E5763E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10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bookmarkStart w:id="11" w:name="Texto60"/>
            <w:r w:rsidRPr="00E5763E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11"/>
          </w:p>
          <w:p w14:paraId="6C4F06CA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RG: </w:t>
            </w:r>
            <w:bookmarkStart w:id="12" w:name="Texto61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2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UF do RG: </w:t>
            </w:r>
            <w:bookmarkStart w:id="13" w:name="Texto62"/>
            <w:r w:rsidRPr="00E5763E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13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CPF/MF: </w:t>
            </w:r>
            <w:bookmarkStart w:id="14" w:name="Texto63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4"/>
            <w:r w:rsidRPr="00E5763E">
              <w:rPr>
                <w:sz w:val="18"/>
                <w:szCs w:val="18"/>
              </w:rPr>
              <w:t>.</w:t>
            </w:r>
            <w:bookmarkStart w:id="15" w:name="Texto64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5"/>
            <w:r w:rsidRPr="00E5763E">
              <w:rPr>
                <w:sz w:val="18"/>
                <w:szCs w:val="18"/>
              </w:rPr>
              <w:t>.</w:t>
            </w:r>
            <w:bookmarkStart w:id="16" w:name="Texto65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6"/>
            <w:r w:rsidRPr="00E5763E">
              <w:rPr>
                <w:sz w:val="18"/>
                <w:szCs w:val="18"/>
              </w:rPr>
              <w:t>-</w:t>
            </w:r>
            <w:bookmarkStart w:id="17" w:name="Texto66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7"/>
          </w:p>
          <w:p w14:paraId="2EC464E7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 do pai: </w:t>
            </w:r>
            <w:bookmarkStart w:id="18" w:name="Texto67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8"/>
          </w:p>
          <w:p w14:paraId="3F5FAC96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 da mãe: </w:t>
            </w:r>
            <w:bookmarkStart w:id="19" w:name="Texto68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19"/>
          </w:p>
        </w:tc>
      </w:tr>
      <w:tr w:rsidR="00A11624" w:rsidRPr="00E5763E" w14:paraId="2C66BC94" w14:textId="77777777" w:rsidTr="00E5763E">
        <w:tc>
          <w:tcPr>
            <w:tcW w:w="9211" w:type="dxa"/>
          </w:tcPr>
          <w:p w14:paraId="6ECBAFAD" w14:textId="77777777"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Email (1): </w:t>
            </w:r>
            <w:bookmarkStart w:id="20" w:name="Texto69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0"/>
          </w:p>
          <w:p w14:paraId="171F720B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Email (2): </w:t>
            </w:r>
            <w:bookmarkStart w:id="21" w:name="Texto70"/>
            <w:r w:rsidR="00514084" w:rsidRPr="00E5763E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  <w:lang w:val="en-US"/>
              </w:rPr>
            </w:r>
            <w:r w:rsidR="00514084" w:rsidRPr="00E5763E">
              <w:rPr>
                <w:sz w:val="18"/>
                <w:szCs w:val="18"/>
                <w:lang w:val="en-US"/>
              </w:rPr>
              <w:fldChar w:fldCharType="separate"/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743A73" w:rsidRPr="00E5763E">
              <w:rPr>
                <w:sz w:val="18"/>
                <w:szCs w:val="18"/>
                <w:lang w:val="en-US"/>
              </w:rPr>
              <w:t> </w:t>
            </w:r>
            <w:r w:rsidR="00514084" w:rsidRPr="00E5763E">
              <w:rPr>
                <w:sz w:val="18"/>
                <w:szCs w:val="18"/>
                <w:lang w:val="en-US"/>
              </w:rPr>
              <w:fldChar w:fldCharType="end"/>
            </w:r>
            <w:bookmarkEnd w:id="21"/>
          </w:p>
        </w:tc>
      </w:tr>
      <w:tr w:rsidR="00A11624" w:rsidRPr="00E5763E" w14:paraId="6ED02685" w14:textId="77777777" w:rsidTr="00E5763E">
        <w:tc>
          <w:tcPr>
            <w:tcW w:w="9211" w:type="dxa"/>
          </w:tcPr>
          <w:p w14:paraId="7C5D5686" w14:textId="77777777"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Endereço residencial: </w:t>
            </w:r>
            <w:bookmarkStart w:id="22" w:name="Texto71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2"/>
            <w:r w:rsidRPr="00E5763E">
              <w:rPr>
                <w:sz w:val="18"/>
                <w:szCs w:val="18"/>
              </w:rPr>
              <w:t xml:space="preserve">, </w:t>
            </w:r>
            <w:bookmarkStart w:id="23" w:name="Texto72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3"/>
          </w:p>
          <w:p w14:paraId="23CD4DF0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Complemento: </w:t>
            </w:r>
            <w:bookmarkStart w:id="24" w:name="Texto73"/>
            <w:r w:rsidRPr="00E576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24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Bairro: </w:t>
            </w:r>
            <w:bookmarkStart w:id="25" w:name="Texto74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5"/>
          </w:p>
          <w:p w14:paraId="1633C263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Cidade: </w:t>
            </w:r>
            <w:bookmarkStart w:id="26" w:name="Texto75"/>
            <w:r w:rsidRPr="00E576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26"/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bookmarkStart w:id="27" w:name="Texto76"/>
            <w:r w:rsidRPr="00E576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27"/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>CEP:</w:t>
            </w:r>
            <w:bookmarkStart w:id="28" w:name="Texto77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8"/>
            <w:r w:rsidRPr="00E5763E">
              <w:rPr>
                <w:sz w:val="18"/>
                <w:szCs w:val="18"/>
              </w:rPr>
              <w:t>-</w:t>
            </w:r>
            <w:bookmarkStart w:id="29" w:name="Texto78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29"/>
          </w:p>
          <w:p w14:paraId="5AB50D68" w14:textId="77777777" w:rsidR="00A11624" w:rsidRPr="00E5763E" w:rsidRDefault="00A11624" w:rsidP="00F5415D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Telefone residencial: </w:t>
            </w:r>
            <w:r w:rsidRPr="00E5763E">
              <w:rPr>
                <w:sz w:val="18"/>
                <w:szCs w:val="18"/>
              </w:rPr>
              <w:t>(</w:t>
            </w:r>
            <w:bookmarkStart w:id="30" w:name="Texto79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30"/>
            <w:r w:rsidRPr="00E5763E">
              <w:rPr>
                <w:sz w:val="18"/>
                <w:szCs w:val="18"/>
              </w:rPr>
              <w:t xml:space="preserve">) </w:t>
            </w:r>
            <w:bookmarkStart w:id="31" w:name="Texto80"/>
            <w:r w:rsidR="00F5415D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bookmarkEnd w:id="31"/>
            <w:r w:rsidRPr="00E5763E">
              <w:rPr>
                <w:sz w:val="18"/>
                <w:szCs w:val="18"/>
              </w:rPr>
              <w:t>-</w:t>
            </w:r>
            <w:bookmarkStart w:id="32" w:name="Texto81"/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bookmarkEnd w:id="32"/>
            <w:r w:rsidRPr="00E5763E">
              <w:rPr>
                <w:b/>
                <w:sz w:val="18"/>
                <w:szCs w:val="18"/>
              </w:rPr>
              <w:tab/>
              <w:t xml:space="preserve">Celular: </w:t>
            </w:r>
            <w:r w:rsidRPr="00E5763E">
              <w:rPr>
                <w:sz w:val="18"/>
                <w:szCs w:val="18"/>
              </w:rPr>
              <w:t>(</w:t>
            </w:r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)</w:t>
            </w:r>
            <w:r w:rsidR="00F5415D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514084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E5763E">
              <w:rPr>
                <w:sz w:val="18"/>
                <w:szCs w:val="18"/>
              </w:rPr>
              <w:instrText xml:space="preserve"> FORMTEXT </w:instrText>
            </w:r>
            <w:r w:rsidR="00514084" w:rsidRPr="00E5763E">
              <w:rPr>
                <w:sz w:val="18"/>
                <w:szCs w:val="18"/>
              </w:rPr>
            </w:r>
            <w:r w:rsidR="00514084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514084" w:rsidRPr="00E5763E">
              <w:rPr>
                <w:sz w:val="18"/>
                <w:szCs w:val="18"/>
              </w:rPr>
              <w:fldChar w:fldCharType="end"/>
            </w:r>
          </w:p>
        </w:tc>
      </w:tr>
      <w:tr w:rsidR="00A11624" w:rsidRPr="00E5763E" w14:paraId="4F222F6A" w14:textId="77777777" w:rsidTr="00E5763E">
        <w:tc>
          <w:tcPr>
            <w:tcW w:w="9211" w:type="dxa"/>
          </w:tcPr>
          <w:p w14:paraId="4262B10E" w14:textId="77777777"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14:paraId="5F2F3FEC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,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14:paraId="32B438C5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Complemento: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 </w:t>
            </w:r>
            <w:r w:rsidRPr="00E5763E">
              <w:rPr>
                <w:b/>
                <w:color w:val="FF0000"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 xml:space="preserve">Bairro: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14:paraId="46F2B6F5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Cidade: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14:paraId="6861A33A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Telefone comercial: </w:t>
            </w:r>
            <w:r w:rsidRPr="00E5763E">
              <w:rPr>
                <w:sz w:val="18"/>
                <w:szCs w:val="18"/>
              </w:rPr>
              <w:t>(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) </w:t>
            </w:r>
            <w:r w:rsidR="00F5415D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 xml:space="preserve">Ramal: </w:t>
            </w:r>
            <w:bookmarkStart w:id="33" w:name="Texto82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3"/>
          </w:p>
          <w:p w14:paraId="04BFDA31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>Data de Admissão</w:t>
            </w:r>
            <w:r w:rsidRPr="00E5763E">
              <w:rPr>
                <w:sz w:val="18"/>
                <w:szCs w:val="18"/>
              </w:rPr>
              <w:t xml:space="preserve">: </w:t>
            </w:r>
            <w:bookmarkStart w:id="34" w:name="Texto95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4"/>
            <w:r w:rsidRPr="00E5763E">
              <w:rPr>
                <w:sz w:val="18"/>
                <w:szCs w:val="18"/>
              </w:rPr>
              <w:t>/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/</w:t>
            </w:r>
            <w:bookmarkStart w:id="35" w:name="Texto96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5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Cargo: </w:t>
            </w:r>
            <w:bookmarkStart w:id="36" w:name="Texto97"/>
            <w:r w:rsidRPr="00E576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36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7" w:name="Texto98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7"/>
          </w:p>
        </w:tc>
      </w:tr>
    </w:tbl>
    <w:p w14:paraId="6D81D663" w14:textId="77777777"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E5763E" w14:paraId="22AEA465" w14:textId="77777777" w:rsidTr="00E5763E">
        <w:tc>
          <w:tcPr>
            <w:tcW w:w="9224" w:type="dxa"/>
          </w:tcPr>
          <w:p w14:paraId="290A8ED9" w14:textId="77777777" w:rsidR="00A11624" w:rsidRPr="00E5763E" w:rsidRDefault="00A11624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Nome da empresa: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14:paraId="1516F07A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Endereço: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,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14:paraId="2C144366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Complemento: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 </w:t>
            </w:r>
            <w:r w:rsidRPr="00E5763E">
              <w:rPr>
                <w:b/>
                <w:color w:val="FF0000"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 xml:space="preserve">Bairro: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14:paraId="206A7A0C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Cidade: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 xml:space="preserve">UF: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14:paraId="2FD8D79B" w14:textId="77777777" w:rsidR="00A11624" w:rsidRPr="00E5763E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>Telefone</w:t>
            </w:r>
            <w:r w:rsidRPr="00E5763E">
              <w:rPr>
                <w:sz w:val="18"/>
                <w:szCs w:val="18"/>
              </w:rPr>
              <w:t>: (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 xml:space="preserve">) </w:t>
            </w:r>
            <w:r w:rsidR="00F5415D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F5415D">
              <w:rPr>
                <w:sz w:val="18"/>
                <w:szCs w:val="18"/>
              </w:rPr>
              <w:instrText xml:space="preserve"> FORMTEXT </w:instrText>
            </w:r>
            <w:r w:rsidR="00F5415D">
              <w:rPr>
                <w:sz w:val="18"/>
                <w:szCs w:val="18"/>
              </w:rPr>
            </w:r>
            <w:r w:rsidR="00F5415D">
              <w:rPr>
                <w:sz w:val="18"/>
                <w:szCs w:val="18"/>
              </w:rPr>
              <w:fldChar w:fldCharType="separate"/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noProof/>
                <w:sz w:val="18"/>
                <w:szCs w:val="18"/>
              </w:rPr>
              <w:t> </w:t>
            </w:r>
            <w:r w:rsidR="00F5415D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-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="00571603" w:rsidRPr="00E5763E">
              <w:rPr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</w:p>
          <w:p w14:paraId="2CD42675" w14:textId="77777777" w:rsidR="00A11624" w:rsidRDefault="00A11624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CNPJ: </w:t>
            </w:r>
            <w:bookmarkStart w:id="38" w:name="Texto99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8"/>
            <w:r w:rsidRPr="00E5763E">
              <w:rPr>
                <w:sz w:val="18"/>
                <w:szCs w:val="18"/>
              </w:rPr>
              <w:t>.</w:t>
            </w:r>
            <w:bookmarkStart w:id="39" w:name="Texto100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39"/>
            <w:r w:rsidRPr="00E5763E">
              <w:rPr>
                <w:sz w:val="18"/>
                <w:szCs w:val="18"/>
              </w:rPr>
              <w:t>.</w:t>
            </w:r>
            <w:bookmarkStart w:id="40" w:name="Texto101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0"/>
            <w:r w:rsidRPr="00E5763E">
              <w:rPr>
                <w:sz w:val="18"/>
                <w:szCs w:val="18"/>
              </w:rPr>
              <w:t>/</w:t>
            </w:r>
            <w:bookmarkStart w:id="41" w:name="Texto102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1"/>
            <w:r w:rsidRPr="00E5763E">
              <w:rPr>
                <w:sz w:val="18"/>
                <w:szCs w:val="18"/>
              </w:rPr>
              <w:t>-</w:t>
            </w:r>
            <w:bookmarkStart w:id="42" w:name="Texto103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2"/>
            <w:r w:rsidRPr="00E5763E">
              <w:rPr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3" w:name="Texto104"/>
            <w:r w:rsidR="00743A73" w:rsidRPr="00E5763E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743A73" w:rsidRPr="00E5763E">
              <w:rPr>
                <w:sz w:val="18"/>
                <w:szCs w:val="18"/>
              </w:rPr>
              <w:instrText xml:space="preserve"> FORMTEXT </w:instrText>
            </w:r>
            <w:r w:rsidR="00743A73" w:rsidRPr="00E5763E">
              <w:rPr>
                <w:sz w:val="18"/>
                <w:szCs w:val="18"/>
              </w:rPr>
            </w:r>
            <w:r w:rsidR="00743A73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fldChar w:fldCharType="end"/>
            </w:r>
            <w:bookmarkEnd w:id="43"/>
            <w:r w:rsidR="007D1808" w:rsidRPr="00E5763E">
              <w:rPr>
                <w:b/>
                <w:sz w:val="18"/>
                <w:szCs w:val="18"/>
              </w:rPr>
              <w:t xml:space="preserve"> </w:t>
            </w:r>
          </w:p>
          <w:p w14:paraId="61D4257A" w14:textId="77777777" w:rsidR="00F5415D" w:rsidRPr="00E5763E" w:rsidRDefault="00F5415D" w:rsidP="00F5415D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>Data de A</w:t>
            </w:r>
            <w:r>
              <w:rPr>
                <w:b/>
                <w:sz w:val="18"/>
                <w:szCs w:val="18"/>
              </w:rPr>
              <w:t>bertura</w:t>
            </w:r>
            <w:r w:rsidRPr="00E5763E">
              <w:rPr>
                <w:sz w:val="18"/>
                <w:szCs w:val="18"/>
              </w:rPr>
              <w:t xml:space="preserve">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/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sz w:val="18"/>
                <w:szCs w:val="18"/>
              </w:rPr>
              <w:t>/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Cargo: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Salário Mensal: R$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</w:p>
        </w:tc>
      </w:tr>
    </w:tbl>
    <w:p w14:paraId="20E57FD3" w14:textId="77777777"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E5763E" w14:paraId="74317109" w14:textId="77777777" w:rsidTr="00E5763E">
        <w:tc>
          <w:tcPr>
            <w:tcW w:w="9224" w:type="dxa"/>
          </w:tcPr>
          <w:p w14:paraId="1F657FEC" w14:textId="77777777" w:rsidR="00571603" w:rsidRPr="00E5763E" w:rsidRDefault="00571603" w:rsidP="00E5763E">
            <w:pPr>
              <w:spacing w:before="120" w:line="360" w:lineRule="auto"/>
              <w:rPr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Origem: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  <w:p w14:paraId="13E9320A" w14:textId="77777777" w:rsidR="00571603" w:rsidRPr="00E5763E" w:rsidRDefault="00571603" w:rsidP="00E5763E">
            <w:pPr>
              <w:spacing w:line="360" w:lineRule="auto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Origem: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</w:r>
            <w:r w:rsidRPr="00E5763E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</w:tc>
      </w:tr>
    </w:tbl>
    <w:p w14:paraId="27CA6A72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E5763E" w14:paraId="0DB75EB7" w14:textId="77777777" w:rsidTr="00E5763E">
        <w:tc>
          <w:tcPr>
            <w:tcW w:w="9211" w:type="dxa"/>
          </w:tcPr>
          <w:p w14:paraId="1B625AC7" w14:textId="77777777"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Tipo: </w:t>
            </w:r>
            <w:bookmarkStart w:id="44" w:name="Texto84"/>
            <w:r w:rsidRPr="00E5763E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bookmarkEnd w:id="44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>Valor</w:t>
            </w:r>
            <w:r w:rsidR="002D51EE">
              <w:rPr>
                <w:b/>
                <w:sz w:val="18"/>
                <w:szCs w:val="18"/>
              </w:rPr>
              <w:t xml:space="preserve"> (mercado)</w:t>
            </w:r>
            <w:r w:rsidRPr="00E5763E">
              <w:rPr>
                <w:b/>
                <w:sz w:val="18"/>
                <w:szCs w:val="18"/>
              </w:rPr>
              <w:t xml:space="preserve">: </w:t>
            </w:r>
            <w:bookmarkStart w:id="45" w:name="Texto85"/>
            <w:r w:rsidRPr="00E5763E">
              <w:rPr>
                <w:b/>
                <w:sz w:val="18"/>
                <w:szCs w:val="18"/>
              </w:rPr>
              <w:t xml:space="preserve">R$ </w:t>
            </w:r>
            <w:bookmarkEnd w:id="45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6" w:name="Texto86"/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0829FF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  <w:bookmarkEnd w:id="46"/>
          </w:p>
          <w:p w14:paraId="27414316" w14:textId="77777777" w:rsidR="007D1808" w:rsidRPr="00E5763E" w:rsidRDefault="007D1808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Tipo: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ab/>
              <w:t>Valor</w:t>
            </w:r>
            <w:r w:rsidR="002D51EE">
              <w:rPr>
                <w:b/>
                <w:sz w:val="18"/>
                <w:szCs w:val="18"/>
              </w:rPr>
              <w:t xml:space="preserve"> (mercado)</w:t>
            </w:r>
            <w:r w:rsidRPr="00E5763E">
              <w:rPr>
                <w:b/>
                <w:sz w:val="18"/>
                <w:szCs w:val="18"/>
              </w:rPr>
              <w:t xml:space="preserve">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0829FF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</w:p>
        </w:tc>
      </w:tr>
      <w:tr w:rsidR="007D1808" w:rsidRPr="00E5763E" w14:paraId="33678911" w14:textId="77777777" w:rsidTr="00E5763E">
        <w:tc>
          <w:tcPr>
            <w:tcW w:w="9211" w:type="dxa"/>
          </w:tcPr>
          <w:p w14:paraId="4EB93D0A" w14:textId="77777777"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7" w:name="Texto87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7"/>
          </w:p>
        </w:tc>
      </w:tr>
    </w:tbl>
    <w:p w14:paraId="26022240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E5763E" w14:paraId="683E8AF4" w14:textId="77777777" w:rsidTr="00E5763E">
        <w:tc>
          <w:tcPr>
            <w:tcW w:w="9211" w:type="dxa"/>
          </w:tcPr>
          <w:p w14:paraId="3AE8B942" w14:textId="77777777"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Marca: </w:t>
            </w:r>
            <w:bookmarkStart w:id="48" w:name="Texto88"/>
            <w:r w:rsidR="00743A73" w:rsidRPr="00E5763E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743A73" w:rsidRPr="00E5763E">
              <w:rPr>
                <w:sz w:val="18"/>
                <w:szCs w:val="18"/>
              </w:rPr>
              <w:instrText xml:space="preserve"> FORMTEXT </w:instrText>
            </w:r>
            <w:r w:rsidR="00743A73" w:rsidRPr="00E5763E">
              <w:rPr>
                <w:sz w:val="18"/>
                <w:szCs w:val="18"/>
              </w:rPr>
            </w:r>
            <w:r w:rsidR="00743A73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fldChar w:fldCharType="end"/>
            </w:r>
            <w:bookmarkEnd w:id="48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Modelo: </w:t>
            </w:r>
            <w:bookmarkStart w:id="49" w:name="Texto89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49"/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Ano: </w:t>
            </w:r>
            <w:bookmarkStart w:id="50" w:name="Texto90"/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bookmarkEnd w:id="50"/>
            <w:r w:rsidRPr="00E5763E">
              <w:rPr>
                <w:b/>
                <w:sz w:val="18"/>
                <w:szCs w:val="18"/>
              </w:rPr>
              <w:t xml:space="preserve">      Valor de Mercado: R$ </w:t>
            </w:r>
            <w:bookmarkStart w:id="51" w:name="Texto91"/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0829FF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  <w:bookmarkEnd w:id="51"/>
          </w:p>
          <w:p w14:paraId="0D17E1CF" w14:textId="77777777" w:rsidR="007D1808" w:rsidRPr="00E5763E" w:rsidRDefault="007D1808" w:rsidP="00E5763E">
            <w:pPr>
              <w:spacing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Marca: </w:t>
            </w:r>
            <w:r w:rsidR="00743A73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743A73" w:rsidRPr="00E5763E">
              <w:rPr>
                <w:sz w:val="18"/>
                <w:szCs w:val="18"/>
              </w:rPr>
              <w:instrText xml:space="preserve"> FORMTEXT </w:instrText>
            </w:r>
            <w:r w:rsidR="00743A73" w:rsidRPr="00E5763E">
              <w:rPr>
                <w:sz w:val="18"/>
                <w:szCs w:val="18"/>
              </w:rPr>
            </w:r>
            <w:r w:rsidR="00743A73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Modelo: </w:t>
            </w:r>
            <w:r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E5763E">
              <w:rPr>
                <w:sz w:val="18"/>
                <w:szCs w:val="18"/>
              </w:rPr>
              <w:instrText xml:space="preserve"> FORMTEXT </w:instrText>
            </w:r>
            <w:r w:rsidRPr="00E5763E">
              <w:rPr>
                <w:sz w:val="18"/>
                <w:szCs w:val="18"/>
              </w:rPr>
            </w:r>
            <w:r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</w:t>
            </w:r>
            <w:r w:rsidRPr="00E5763E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  <w:r w:rsidRPr="00E5763E">
              <w:rPr>
                <w:b/>
                <w:sz w:val="18"/>
                <w:szCs w:val="18"/>
              </w:rPr>
              <w:t xml:space="preserve">      Valor de Mercado: R$ </w:t>
            </w:r>
            <w:r w:rsidR="000829FF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0829FF" w:rsidRPr="00E5763E">
              <w:rPr>
                <w:sz w:val="18"/>
                <w:szCs w:val="18"/>
              </w:rPr>
              <w:instrText xml:space="preserve"> FORMTEXT </w:instrText>
            </w:r>
            <w:r w:rsidR="000829FF" w:rsidRPr="00E5763E">
              <w:rPr>
                <w:sz w:val="18"/>
                <w:szCs w:val="18"/>
              </w:rPr>
            </w:r>
            <w:r w:rsidR="000829FF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0829FF" w:rsidRPr="00E5763E">
              <w:rPr>
                <w:sz w:val="18"/>
                <w:szCs w:val="18"/>
              </w:rPr>
              <w:fldChar w:fldCharType="end"/>
            </w:r>
          </w:p>
        </w:tc>
      </w:tr>
      <w:tr w:rsidR="007D1808" w:rsidRPr="00E5763E" w14:paraId="4EF023A7" w14:textId="77777777" w:rsidTr="00E5763E">
        <w:tc>
          <w:tcPr>
            <w:tcW w:w="9211" w:type="dxa"/>
          </w:tcPr>
          <w:p w14:paraId="42659ACB" w14:textId="77777777"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</w:tc>
      </w:tr>
    </w:tbl>
    <w:p w14:paraId="6D94A990" w14:textId="77777777"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E5763E" w14:paraId="77A22BAA" w14:textId="77777777" w:rsidTr="00E5763E">
        <w:tc>
          <w:tcPr>
            <w:tcW w:w="9211" w:type="dxa"/>
          </w:tcPr>
          <w:p w14:paraId="7B39E8BA" w14:textId="77777777" w:rsidR="007D1808" w:rsidRPr="00E5763E" w:rsidRDefault="007D1808" w:rsidP="00E5763E">
            <w:pPr>
              <w:spacing w:before="60" w:after="60"/>
              <w:rPr>
                <w:b/>
                <w:sz w:val="18"/>
                <w:szCs w:val="18"/>
              </w:rPr>
            </w:pPr>
            <w:r w:rsidRPr="00E5763E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E5763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E5763E">
              <w:rPr>
                <w:sz w:val="18"/>
                <w:szCs w:val="18"/>
              </w:rPr>
              <w:instrText xml:space="preserve"> FORMTEXT </w:instrText>
            </w:r>
            <w:r w:rsidR="00316B97" w:rsidRPr="00E5763E">
              <w:rPr>
                <w:sz w:val="18"/>
                <w:szCs w:val="18"/>
              </w:rPr>
            </w:r>
            <w:r w:rsidR="00316B97" w:rsidRPr="00E5763E">
              <w:rPr>
                <w:sz w:val="18"/>
                <w:szCs w:val="18"/>
              </w:rPr>
              <w:fldChar w:fldCharType="separate"/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743A73" w:rsidRPr="00E5763E">
              <w:rPr>
                <w:sz w:val="18"/>
                <w:szCs w:val="18"/>
              </w:rPr>
              <w:t> </w:t>
            </w:r>
            <w:r w:rsidR="00316B97" w:rsidRPr="00E5763E">
              <w:rPr>
                <w:sz w:val="18"/>
                <w:szCs w:val="18"/>
              </w:rPr>
              <w:fldChar w:fldCharType="end"/>
            </w:r>
          </w:p>
        </w:tc>
      </w:tr>
    </w:tbl>
    <w:p w14:paraId="237221F4" w14:textId="77777777" w:rsidR="007D1808" w:rsidRDefault="007D1808" w:rsidP="007D1808">
      <w:pPr>
        <w:spacing w:before="120"/>
        <w:rPr>
          <w:b/>
          <w:sz w:val="18"/>
          <w:szCs w:val="18"/>
        </w:rPr>
      </w:pPr>
    </w:p>
    <w:p w14:paraId="6C8D5798" w14:textId="77777777"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14:paraId="056646C7" w14:textId="77777777" w:rsidR="004D7973" w:rsidRDefault="004D7973" w:rsidP="004D7973">
      <w:pPr>
        <w:spacing w:before="120"/>
        <w:rPr>
          <w:b/>
          <w:sz w:val="18"/>
          <w:szCs w:val="18"/>
        </w:rPr>
      </w:pPr>
    </w:p>
    <w:p w14:paraId="3FB5EAC7" w14:textId="77777777" w:rsidR="004D7973" w:rsidRDefault="004D7973" w:rsidP="004D7973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4D7973" w:rsidRPr="003D0FA7" w14:paraId="2A46D3F3" w14:textId="77777777" w:rsidTr="00C1417D">
        <w:tc>
          <w:tcPr>
            <w:tcW w:w="9225" w:type="dxa"/>
          </w:tcPr>
          <w:p w14:paraId="40FCADC2" w14:textId="77777777"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38A2C0AC" w14:textId="77777777"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56C64E1D" w14:textId="77777777"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10AFA141" w14:textId="77777777"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3CC9F19C" w14:textId="77777777"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  <w:tr w:rsidR="004D7973" w:rsidRPr="003D0FA7" w14:paraId="2CA6DDE2" w14:textId="77777777" w:rsidTr="00C1417D">
        <w:tc>
          <w:tcPr>
            <w:tcW w:w="9225" w:type="dxa"/>
          </w:tcPr>
          <w:p w14:paraId="7A3DE8CA" w14:textId="77777777"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34189395" w14:textId="77777777" w:rsidR="004D7973" w:rsidRPr="003D0FA7" w:rsidRDefault="004D7973" w:rsidP="00C1417D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2DE27AE5" w14:textId="77777777"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64916CC5" w14:textId="77777777"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3A06A9A4" w14:textId="77777777" w:rsidR="004D7973" w:rsidRPr="003D0FA7" w:rsidRDefault="004D7973" w:rsidP="00C1417D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</w:tc>
      </w:tr>
    </w:tbl>
    <w:p w14:paraId="189AF0C2" w14:textId="77777777" w:rsidR="004D7973" w:rsidRDefault="004D7973" w:rsidP="004D7973">
      <w:pPr>
        <w:spacing w:before="120"/>
        <w:rPr>
          <w:b/>
          <w:sz w:val="18"/>
          <w:szCs w:val="18"/>
        </w:rPr>
      </w:pPr>
    </w:p>
    <w:p w14:paraId="0B130B29" w14:textId="77777777" w:rsidR="004D7973" w:rsidRPr="007D1808" w:rsidRDefault="004D7973" w:rsidP="004D7973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14:paraId="749FDEB6" w14:textId="77777777"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p w14:paraId="342FDC83" w14:textId="77777777"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bookmarkStart w:id="52" w:name="Texto49"/>
    <w:p w14:paraId="2B2B52C0" w14:textId="77777777" w:rsidR="004D7973" w:rsidRPr="007D1808" w:rsidRDefault="004D7973" w:rsidP="004D7973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2"/>
      <w:r>
        <w:rPr>
          <w:sz w:val="20"/>
          <w:szCs w:val="20"/>
        </w:rPr>
        <w:t xml:space="preserve">, </w:t>
      </w:r>
      <w:bookmarkStart w:id="53" w:name="Texto105"/>
      <w:r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&lt;&lt;dia&gt;&gt;</w:t>
      </w:r>
      <w:r>
        <w:rPr>
          <w:sz w:val="20"/>
          <w:szCs w:val="20"/>
        </w:rPr>
        <w:fldChar w:fldCharType="end"/>
      </w:r>
      <w:bookmarkEnd w:id="53"/>
      <w:r w:rsidRPr="007D1808">
        <w:rPr>
          <w:sz w:val="20"/>
          <w:szCs w:val="20"/>
        </w:rPr>
        <w:t xml:space="preserve"> de </w:t>
      </w:r>
      <w:bookmarkStart w:id="54" w:name="Texto50"/>
      <w:r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&lt;&lt;mês&gt;&gt;</w:t>
      </w:r>
      <w:r>
        <w:rPr>
          <w:sz w:val="20"/>
          <w:szCs w:val="20"/>
        </w:rPr>
        <w:fldChar w:fldCharType="end"/>
      </w:r>
      <w:bookmarkEnd w:id="54"/>
      <w:r w:rsidRPr="007D1808">
        <w:rPr>
          <w:sz w:val="20"/>
          <w:szCs w:val="20"/>
        </w:rPr>
        <w:t xml:space="preserve"> de </w:t>
      </w:r>
      <w:bookmarkStart w:id="55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5"/>
      <w:r>
        <w:rPr>
          <w:sz w:val="20"/>
          <w:szCs w:val="20"/>
        </w:rPr>
        <w:t>.</w:t>
      </w:r>
    </w:p>
    <w:p w14:paraId="38125C54" w14:textId="77777777" w:rsidR="004D7973" w:rsidRDefault="004D7973" w:rsidP="004D7973">
      <w:pPr>
        <w:spacing w:before="120"/>
        <w:jc w:val="both"/>
        <w:rPr>
          <w:sz w:val="20"/>
          <w:szCs w:val="20"/>
        </w:rPr>
      </w:pPr>
    </w:p>
    <w:p w14:paraId="336CCE6B" w14:textId="77777777"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p w14:paraId="7037B8C8" w14:textId="77777777" w:rsidR="004D7973" w:rsidRPr="007D1808" w:rsidRDefault="004D7973" w:rsidP="004D7973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4D7973" w:rsidRPr="003D0FA7" w14:paraId="58E3373A" w14:textId="77777777" w:rsidTr="00C1417D">
        <w:tc>
          <w:tcPr>
            <w:tcW w:w="4791" w:type="dxa"/>
          </w:tcPr>
          <w:p w14:paraId="24B8CFA9" w14:textId="77777777" w:rsidR="004D7973" w:rsidRPr="003D0FA7" w:rsidRDefault="004D7973" w:rsidP="00C1417D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.....................................................................................</w:t>
            </w:r>
          </w:p>
          <w:p w14:paraId="61035BBC" w14:textId="77777777" w:rsidR="004D7973" w:rsidRPr="003D0FA7" w:rsidRDefault="004D7973" w:rsidP="00C1417D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14:paraId="1FCA968C" w14:textId="77777777" w:rsidR="004D7973" w:rsidRPr="007D1808" w:rsidRDefault="004D7973" w:rsidP="004D7973">
      <w:pPr>
        <w:jc w:val="both"/>
        <w:rPr>
          <w:sz w:val="20"/>
          <w:szCs w:val="20"/>
        </w:rPr>
      </w:pPr>
    </w:p>
    <w:p w14:paraId="39FE309B" w14:textId="77777777" w:rsidR="004D7973" w:rsidRPr="007D1808" w:rsidRDefault="004D7973" w:rsidP="004D7973">
      <w:pPr>
        <w:jc w:val="both"/>
        <w:rPr>
          <w:sz w:val="20"/>
          <w:szCs w:val="20"/>
        </w:rPr>
      </w:pPr>
    </w:p>
    <w:p w14:paraId="679B898A" w14:textId="77777777" w:rsidR="004D7973" w:rsidRPr="007D1808" w:rsidRDefault="004D7973" w:rsidP="004D7973">
      <w:pPr>
        <w:jc w:val="both"/>
        <w:rPr>
          <w:sz w:val="20"/>
          <w:szCs w:val="20"/>
        </w:rPr>
      </w:pPr>
    </w:p>
    <w:p w14:paraId="54F86E2A" w14:textId="77777777" w:rsidR="004D7973" w:rsidRDefault="004D7973" w:rsidP="004D7973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14:paraId="59A724D6" w14:textId="77777777" w:rsidR="004D7973" w:rsidRPr="001B43F4" w:rsidRDefault="004D7973" w:rsidP="004D7973">
      <w:pPr>
        <w:jc w:val="both"/>
        <w:rPr>
          <w:sz w:val="20"/>
          <w:szCs w:val="20"/>
        </w:rPr>
      </w:pPr>
    </w:p>
    <w:p w14:paraId="7C3D0EF0" w14:textId="77777777" w:rsidR="00F428FC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14:paraId="4D730E4A" w14:textId="77777777" w:rsidR="00F428FC" w:rsidRPr="001B43F4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14:paraId="51F80586" w14:textId="77777777" w:rsidR="00F428FC" w:rsidRPr="001B43F4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14:paraId="32F8BAF3" w14:textId="77777777" w:rsidR="00F428FC" w:rsidRPr="001B43F4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14:paraId="0B28CAE1" w14:textId="77777777" w:rsidR="00F428FC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14:paraId="08EFB5CF" w14:textId="77777777" w:rsidR="00D03E49" w:rsidRPr="00D03E49" w:rsidRDefault="00D03E49" w:rsidP="00D03E49">
      <w:pPr>
        <w:pStyle w:val="PargrafodaLista"/>
        <w:numPr>
          <w:ilvl w:val="0"/>
          <w:numId w:val="1"/>
        </w:numPr>
        <w:jc w:val="both"/>
        <w:rPr>
          <w:sz w:val="20"/>
          <w:szCs w:val="20"/>
        </w:rPr>
      </w:pPr>
      <w:r w:rsidRPr="00D03E49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14:paraId="36FBE1F8" w14:textId="77777777" w:rsidR="00F428FC" w:rsidRDefault="00F428FC" w:rsidP="00F428FC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14:paraId="7818C4D3" w14:textId="77777777" w:rsidR="00F428FC" w:rsidRPr="001B43F4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14:paraId="6943DBC5" w14:textId="77777777" w:rsidR="00F428FC" w:rsidRPr="001B43F4" w:rsidRDefault="00F428FC" w:rsidP="00F428F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14:paraId="6B52FDFD" w14:textId="77777777" w:rsidR="00053CAF" w:rsidRDefault="00053CAF" w:rsidP="001B43F4">
      <w:pPr>
        <w:jc w:val="both"/>
      </w:pPr>
    </w:p>
    <w:sectPr w:rsidR="00053CAF" w:rsidSect="007D180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14A72" w14:textId="77777777" w:rsidR="00A619C0" w:rsidRDefault="00A619C0">
      <w:r>
        <w:separator/>
      </w:r>
    </w:p>
  </w:endnote>
  <w:endnote w:type="continuationSeparator" w:id="0">
    <w:p w14:paraId="3778E917" w14:textId="77777777" w:rsidR="00A619C0" w:rsidRDefault="00A6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12F58" w14:textId="77777777" w:rsidR="00610860" w:rsidRDefault="00610860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682244D" w14:textId="77777777" w:rsidR="00610860" w:rsidRDefault="00610860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45B78" w14:textId="77777777" w:rsidR="00610860" w:rsidRDefault="00610860" w:rsidP="00C0599D">
    <w:pPr>
      <w:pStyle w:val="Rodap"/>
      <w:framePr w:wrap="around" w:vAnchor="text" w:hAnchor="margin" w:xAlign="outside" w:y="1"/>
      <w:rPr>
        <w:rStyle w:val="Nmerodepgina"/>
      </w:rPr>
    </w:pPr>
  </w:p>
  <w:p w14:paraId="49A5D7EB" w14:textId="5164B1C5" w:rsidR="00610860" w:rsidRPr="00B961F6" w:rsidRDefault="00610860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CREDUC_Cadastro_Fiador</w:t>
    </w:r>
    <w:r w:rsidR="005127D1">
      <w:rPr>
        <w:sz w:val="16"/>
        <w:szCs w:val="16"/>
      </w:rPr>
      <w:t xml:space="preserve"> (a)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2D51EE">
      <w:rPr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5B770" w14:textId="77777777" w:rsidR="00610860" w:rsidRPr="00B961F6" w:rsidRDefault="00610860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C2D33" w14:textId="77777777" w:rsidR="00A619C0" w:rsidRDefault="00A619C0">
      <w:r>
        <w:separator/>
      </w:r>
    </w:p>
  </w:footnote>
  <w:footnote w:type="continuationSeparator" w:id="0">
    <w:p w14:paraId="520323DF" w14:textId="77777777" w:rsidR="00A619C0" w:rsidRDefault="00A619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23892" w14:textId="77777777" w:rsidR="00610860" w:rsidRDefault="004E24F3">
    <w:pPr>
      <w:pStyle w:val="Cabealho"/>
    </w:pPr>
    <w:r>
      <w:rPr>
        <w:noProof/>
        <w:sz w:val="24"/>
      </w:rPr>
      <w:drawing>
        <wp:inline distT="0" distB="0" distL="0" distR="0" wp14:anchorId="2A920C18" wp14:editId="3FE6B3CF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C749" w14:textId="77777777" w:rsidR="00610860" w:rsidRDefault="004E24F3">
    <w:pPr>
      <w:pStyle w:val="Cabealho"/>
    </w:pPr>
    <w:r>
      <w:rPr>
        <w:noProof/>
        <w:sz w:val="24"/>
      </w:rPr>
      <w:drawing>
        <wp:inline distT="0" distB="0" distL="0" distR="0" wp14:anchorId="108CE3CB" wp14:editId="080BA330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39291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MOhTl0KsyH5ii1QU/XB6wUSremW4dccKf/NCdA+4IGlDG9UJYL044hhLLy4buI+jzcDZovMGL9IwJrMXtYnqg==" w:salt="M3RNlrZx7nt43wZtqwExNg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D1"/>
    <w:rsid w:val="000003D1"/>
    <w:rsid w:val="00004D35"/>
    <w:rsid w:val="00015B94"/>
    <w:rsid w:val="00042630"/>
    <w:rsid w:val="00053CAF"/>
    <w:rsid w:val="00077B9C"/>
    <w:rsid w:val="000829FF"/>
    <w:rsid w:val="00097B7E"/>
    <w:rsid w:val="000A01FC"/>
    <w:rsid w:val="000A4966"/>
    <w:rsid w:val="000E1F39"/>
    <w:rsid w:val="000F3CD2"/>
    <w:rsid w:val="001169DB"/>
    <w:rsid w:val="00125351"/>
    <w:rsid w:val="001260B2"/>
    <w:rsid w:val="00162F6E"/>
    <w:rsid w:val="00182AC8"/>
    <w:rsid w:val="00192C71"/>
    <w:rsid w:val="001974DF"/>
    <w:rsid w:val="001A0384"/>
    <w:rsid w:val="001B1E48"/>
    <w:rsid w:val="001B43F4"/>
    <w:rsid w:val="001C716B"/>
    <w:rsid w:val="001E548C"/>
    <w:rsid w:val="002236F4"/>
    <w:rsid w:val="002238FF"/>
    <w:rsid w:val="00224667"/>
    <w:rsid w:val="00276045"/>
    <w:rsid w:val="002A6116"/>
    <w:rsid w:val="002B77F4"/>
    <w:rsid w:val="002D51EE"/>
    <w:rsid w:val="002D5631"/>
    <w:rsid w:val="002F5509"/>
    <w:rsid w:val="00306C91"/>
    <w:rsid w:val="003144B9"/>
    <w:rsid w:val="00316B97"/>
    <w:rsid w:val="00323B3D"/>
    <w:rsid w:val="00325BA8"/>
    <w:rsid w:val="003338B7"/>
    <w:rsid w:val="00361EBE"/>
    <w:rsid w:val="003B0BEC"/>
    <w:rsid w:val="003B1CEC"/>
    <w:rsid w:val="003D2D77"/>
    <w:rsid w:val="00402EF1"/>
    <w:rsid w:val="00423948"/>
    <w:rsid w:val="00431C3E"/>
    <w:rsid w:val="00464FB0"/>
    <w:rsid w:val="00495EAB"/>
    <w:rsid w:val="004D0933"/>
    <w:rsid w:val="004D44FA"/>
    <w:rsid w:val="004D7973"/>
    <w:rsid w:val="004E24F3"/>
    <w:rsid w:val="005013B9"/>
    <w:rsid w:val="005127D1"/>
    <w:rsid w:val="00514084"/>
    <w:rsid w:val="00531E81"/>
    <w:rsid w:val="0054120C"/>
    <w:rsid w:val="005557FA"/>
    <w:rsid w:val="00571603"/>
    <w:rsid w:val="00575B6B"/>
    <w:rsid w:val="0058414C"/>
    <w:rsid w:val="005B132F"/>
    <w:rsid w:val="005E7C84"/>
    <w:rsid w:val="005F2DEB"/>
    <w:rsid w:val="005F737A"/>
    <w:rsid w:val="00610860"/>
    <w:rsid w:val="00666F12"/>
    <w:rsid w:val="00696358"/>
    <w:rsid w:val="006B5B00"/>
    <w:rsid w:val="006C08ED"/>
    <w:rsid w:val="006D636D"/>
    <w:rsid w:val="006E1523"/>
    <w:rsid w:val="007078E1"/>
    <w:rsid w:val="00707B01"/>
    <w:rsid w:val="0071111E"/>
    <w:rsid w:val="00743A73"/>
    <w:rsid w:val="007443FC"/>
    <w:rsid w:val="00752413"/>
    <w:rsid w:val="00757B4A"/>
    <w:rsid w:val="00791752"/>
    <w:rsid w:val="007B2B07"/>
    <w:rsid w:val="007C298C"/>
    <w:rsid w:val="007D1808"/>
    <w:rsid w:val="008158AE"/>
    <w:rsid w:val="00816ED1"/>
    <w:rsid w:val="0083136B"/>
    <w:rsid w:val="008A6998"/>
    <w:rsid w:val="008C69DC"/>
    <w:rsid w:val="008E19F0"/>
    <w:rsid w:val="008E74A9"/>
    <w:rsid w:val="009134D4"/>
    <w:rsid w:val="009210F3"/>
    <w:rsid w:val="00921D7C"/>
    <w:rsid w:val="00936867"/>
    <w:rsid w:val="00945E30"/>
    <w:rsid w:val="00951CA3"/>
    <w:rsid w:val="00997840"/>
    <w:rsid w:val="009B2216"/>
    <w:rsid w:val="009F4555"/>
    <w:rsid w:val="00A02C56"/>
    <w:rsid w:val="00A04DB4"/>
    <w:rsid w:val="00A11624"/>
    <w:rsid w:val="00A22986"/>
    <w:rsid w:val="00A23D24"/>
    <w:rsid w:val="00A24216"/>
    <w:rsid w:val="00A619C0"/>
    <w:rsid w:val="00A85DEE"/>
    <w:rsid w:val="00AF4D30"/>
    <w:rsid w:val="00B2722F"/>
    <w:rsid w:val="00B35298"/>
    <w:rsid w:val="00B63F6A"/>
    <w:rsid w:val="00B961F6"/>
    <w:rsid w:val="00BA7DED"/>
    <w:rsid w:val="00BC0CAE"/>
    <w:rsid w:val="00C0599D"/>
    <w:rsid w:val="00C07A5B"/>
    <w:rsid w:val="00C1417D"/>
    <w:rsid w:val="00C401A6"/>
    <w:rsid w:val="00C41DD2"/>
    <w:rsid w:val="00C8006D"/>
    <w:rsid w:val="00C862E5"/>
    <w:rsid w:val="00CA64EA"/>
    <w:rsid w:val="00CC2918"/>
    <w:rsid w:val="00CE241B"/>
    <w:rsid w:val="00D03E49"/>
    <w:rsid w:val="00D11C13"/>
    <w:rsid w:val="00D77529"/>
    <w:rsid w:val="00DC018F"/>
    <w:rsid w:val="00E213BC"/>
    <w:rsid w:val="00E37805"/>
    <w:rsid w:val="00E42A1C"/>
    <w:rsid w:val="00E5763E"/>
    <w:rsid w:val="00E60E14"/>
    <w:rsid w:val="00E8055B"/>
    <w:rsid w:val="00E80AFC"/>
    <w:rsid w:val="00EA290A"/>
    <w:rsid w:val="00EE2A1A"/>
    <w:rsid w:val="00F35436"/>
    <w:rsid w:val="00F428FC"/>
    <w:rsid w:val="00F5415D"/>
    <w:rsid w:val="00FD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223B6"/>
  <w15:chartTrackingRefBased/>
  <w15:docId w15:val="{7B9F712A-E98F-461F-A95D-A2B3FE03F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Textodebalo">
    <w:name w:val="Balloon Text"/>
    <w:basedOn w:val="Normal"/>
    <w:link w:val="TextodebaloChar"/>
    <w:rsid w:val="002D51E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2D51EE"/>
    <w:rPr>
      <w:rFonts w:ascii="Segoe UI" w:hAnsi="Segoe UI" w:cs="Segoe UI"/>
      <w:sz w:val="18"/>
      <w:szCs w:val="18"/>
      <w:lang w:bidi="ar-LB"/>
    </w:rPr>
  </w:style>
  <w:style w:type="paragraph" w:styleId="PargrafodaLista">
    <w:name w:val="List Paragraph"/>
    <w:basedOn w:val="Normal"/>
    <w:uiPriority w:val="34"/>
    <w:qFormat/>
    <w:rsid w:val="00D03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8LAJ2Q96\creduc-ficha-fiador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3C11C-AD29-40AD-A571-3AE68498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creduc-ficha-fiador</Template>
  <TotalTime>3</TotalTime>
  <Pages>1</Pages>
  <Words>693</Words>
  <Characters>4313</Characters>
  <Application>Microsoft Office Word</Application>
  <DocSecurity>0</DocSecurity>
  <Lines>143</Lines>
  <Paragraphs>128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5</cp:revision>
  <cp:lastPrinted>2016-11-24T13:30:00Z</cp:lastPrinted>
  <dcterms:created xsi:type="dcterms:W3CDTF">2026-01-15T21:55:00Z</dcterms:created>
  <dcterms:modified xsi:type="dcterms:W3CDTF">2026-01-15T22:13:00Z</dcterms:modified>
</cp:coreProperties>
</file>